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1404A2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B0134">
        <w:rPr>
          <w:b/>
          <w:color w:val="FF5200" w:themeColor="accent2"/>
          <w:sz w:val="36"/>
          <w:szCs w:val="36"/>
        </w:rPr>
        <w:t>„</w:t>
      </w:r>
      <w:r w:rsidR="002B0134" w:rsidRPr="002B0134">
        <w:rPr>
          <w:b/>
          <w:color w:val="FF5200" w:themeColor="accent2"/>
          <w:sz w:val="36"/>
          <w:szCs w:val="36"/>
        </w:rPr>
        <w:t>Prezentační dovednosti</w:t>
      </w:r>
      <w:r w:rsidR="0031280B" w:rsidRPr="002B0134">
        <w:rPr>
          <w:b/>
          <w:color w:val="FF5200" w:themeColor="accent2"/>
          <w:sz w:val="36"/>
          <w:szCs w:val="36"/>
        </w:rPr>
        <w:t>“</w:t>
      </w:r>
      <w:r w:rsidR="000128D4" w:rsidRPr="002B0134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8C361F">
        <w:rPr>
          <w:b/>
          <w:color w:val="FF5200" w:themeColor="accent2"/>
          <w:sz w:val="36"/>
          <w:szCs w:val="36"/>
        </w:rPr>
        <w:t xml:space="preserve">pod </w:t>
      </w:r>
      <w:r w:rsidR="000128D4" w:rsidRPr="008C361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C361F" w:rsidRPr="008C361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85511</w:t>
      </w:r>
      <w:r w:rsidR="002B0134" w:rsidRPr="008C361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</w:t>
      </w:r>
      <w:r w:rsidR="002B0134" w:rsidRPr="002B01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0183486" w14:textId="123AE84B" w:rsidR="0032739D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1260281" w:history="1">
            <w:r w:rsidR="0032739D" w:rsidRPr="00D3325B">
              <w:rPr>
                <w:rStyle w:val="Hypertextovodkaz"/>
                <w:noProof/>
              </w:rPr>
              <w:t>Kapitola 1.</w:t>
            </w:r>
            <w:r w:rsidR="0032739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2739D" w:rsidRPr="00D3325B">
              <w:rPr>
                <w:rStyle w:val="Hypertextovodkaz"/>
                <w:noProof/>
              </w:rPr>
              <w:t>Základní údaje k nabídce</w:t>
            </w:r>
            <w:r w:rsidR="0032739D">
              <w:rPr>
                <w:noProof/>
                <w:webHidden/>
              </w:rPr>
              <w:tab/>
            </w:r>
            <w:r w:rsidR="0032739D">
              <w:rPr>
                <w:noProof/>
                <w:webHidden/>
              </w:rPr>
              <w:fldChar w:fldCharType="begin"/>
            </w:r>
            <w:r w:rsidR="0032739D">
              <w:rPr>
                <w:noProof/>
                <w:webHidden/>
              </w:rPr>
              <w:instrText xml:space="preserve"> PAGEREF _Toc181260281 \h </w:instrText>
            </w:r>
            <w:r w:rsidR="0032739D">
              <w:rPr>
                <w:noProof/>
                <w:webHidden/>
              </w:rPr>
            </w:r>
            <w:r w:rsidR="0032739D">
              <w:rPr>
                <w:noProof/>
                <w:webHidden/>
              </w:rPr>
              <w:fldChar w:fldCharType="separate"/>
            </w:r>
            <w:r w:rsidR="0032739D">
              <w:rPr>
                <w:noProof/>
                <w:webHidden/>
              </w:rPr>
              <w:t>2</w:t>
            </w:r>
            <w:r w:rsidR="0032739D">
              <w:rPr>
                <w:noProof/>
                <w:webHidden/>
              </w:rPr>
              <w:fldChar w:fldCharType="end"/>
            </w:r>
          </w:hyperlink>
        </w:p>
        <w:p w14:paraId="2BA3C09D" w14:textId="2D4E0971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2" w:history="1">
            <w:r w:rsidRPr="00D3325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108E6" w14:textId="61F532D5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3" w:history="1">
            <w:r w:rsidRPr="00D3325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5F2C6E" w14:textId="57E20492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4" w:history="1">
            <w:r w:rsidRPr="00D3325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85FBC" w14:textId="50844B17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5" w:history="1">
            <w:r w:rsidRPr="00D3325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D9F18" w14:textId="6C4430F8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6" w:history="1">
            <w:r w:rsidRPr="00D3325B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</w:rPr>
              <w:t>Čestné</w:t>
            </w:r>
            <w:r w:rsidRPr="00D3325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D0F7E" w14:textId="3538C755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7" w:history="1">
            <w:r w:rsidRPr="00D3325B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84251" w14:textId="5416E68D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8" w:history="1">
            <w:r w:rsidRPr="00D3325B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</w:rPr>
              <w:t>Čestné prohlášení o realizaci referenčních zakázek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50CB1" w14:textId="27F79E7D" w:rsidR="0032739D" w:rsidRDefault="0032739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260289" w:history="1">
            <w:r w:rsidRPr="00D3325B">
              <w:rPr>
                <w:rStyle w:val="Hypertextovodkaz"/>
                <w:noProof/>
                <w:lang w:eastAsia="cs-CZ"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3325B">
              <w:rPr>
                <w:rStyle w:val="Hypertextovodkaz"/>
                <w:noProof/>
                <w:lang w:eastAsia="cs-CZ"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_Toc181260289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634D8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126028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6DDC7D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B0134">
        <w:rPr>
          <w:rFonts w:eastAsia="Times New Roman" w:cs="Times New Roman"/>
          <w:lang w:eastAsia="cs-CZ"/>
        </w:rPr>
        <w:t>podlimitní sektorovou veřejnou zakázku</w:t>
      </w:r>
      <w:r w:rsidRPr="002B013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C361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C361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1260282"/>
      <w:r>
        <w:lastRenderedPageBreak/>
        <w:t>Ceník</w:t>
      </w:r>
      <w:bookmarkEnd w:id="1"/>
    </w:p>
    <w:p w14:paraId="3E5E9B0F" w14:textId="366E98A8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</w:t>
      </w:r>
      <w:r w:rsidRPr="00421F7D">
        <w:rPr>
          <w:rStyle w:val="Siln"/>
          <w:b w:val="0"/>
          <w:bCs w:val="0"/>
        </w:rPr>
        <w:t xml:space="preserve">stanovení celkové nabídkové ceny bude účastníkem vyplněna příloha č. </w:t>
      </w:r>
      <w:r w:rsidR="00421F7D" w:rsidRPr="00421F7D">
        <w:rPr>
          <w:rStyle w:val="Siln"/>
          <w:b w:val="0"/>
          <w:bCs w:val="0"/>
        </w:rPr>
        <w:t>2</w:t>
      </w:r>
      <w:r w:rsidRPr="00421F7D">
        <w:rPr>
          <w:rStyle w:val="Siln"/>
          <w:b w:val="0"/>
          <w:bCs w:val="0"/>
        </w:rPr>
        <w:t xml:space="preserve"> (</w:t>
      </w:r>
      <w:r w:rsidRPr="00421F7D">
        <w:rPr>
          <w:rStyle w:val="Siln"/>
          <w:b w:val="0"/>
          <w:bCs w:val="0"/>
          <w:i/>
          <w:iCs/>
        </w:rPr>
        <w:t xml:space="preserve">budoucí příloha č. </w:t>
      </w:r>
      <w:r w:rsidR="00421F7D" w:rsidRPr="00421F7D">
        <w:rPr>
          <w:rStyle w:val="Siln"/>
          <w:b w:val="0"/>
          <w:bCs w:val="0"/>
          <w:i/>
          <w:iCs/>
        </w:rPr>
        <w:t>3</w:t>
      </w:r>
      <w:r w:rsidRPr="00421F7D">
        <w:rPr>
          <w:rStyle w:val="Siln"/>
          <w:b w:val="0"/>
          <w:bCs w:val="0"/>
          <w:i/>
          <w:iCs/>
        </w:rPr>
        <w:t xml:space="preserve"> Závazného vzoru smlouvy</w:t>
      </w:r>
      <w:r w:rsidRPr="00421F7D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126028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126028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126028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126028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81260287"/>
      <w:r w:rsidRPr="00E85D44">
        <w:t>Čestné prohlášení o splnění technické kvalifikace</w:t>
      </w:r>
      <w:bookmarkEnd w:id="6"/>
    </w:p>
    <w:p w14:paraId="71002640" w14:textId="184F69DA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2B0134" w:rsidRPr="002B0134">
        <w:rPr>
          <w:lang w:eastAsia="cs-CZ"/>
        </w:rPr>
        <w:t>3</w:t>
      </w:r>
      <w:r w:rsidR="00E85D44" w:rsidRPr="002B0134">
        <w:rPr>
          <w:lang w:eastAsia="cs-CZ"/>
        </w:rPr>
        <w:t xml:space="preserve"> významn</w:t>
      </w:r>
      <w:r w:rsidR="002B0134" w:rsidRPr="002B0134">
        <w:rPr>
          <w:lang w:eastAsia="cs-CZ"/>
        </w:rPr>
        <w:t>é</w:t>
      </w:r>
      <w:r w:rsidR="00E85D44" w:rsidRPr="002B0134">
        <w:rPr>
          <w:lang w:eastAsia="cs-CZ"/>
        </w:rPr>
        <w:t xml:space="preserve"> služb</w:t>
      </w:r>
      <w:r w:rsidR="002B0134" w:rsidRPr="002B0134">
        <w:rPr>
          <w:lang w:eastAsia="cs-CZ"/>
        </w:rPr>
        <w:t>y</w:t>
      </w:r>
      <w:r w:rsidR="00E85D44" w:rsidRPr="002B0134">
        <w:rPr>
          <w:lang w:eastAsia="cs-CZ"/>
        </w:rPr>
        <w:t xml:space="preserve"> definovaných v čl. </w:t>
      </w:r>
      <w:r w:rsidR="002B0134" w:rsidRPr="002B0134">
        <w:rPr>
          <w:lang w:eastAsia="cs-CZ"/>
        </w:rPr>
        <w:t>9.5.1.</w:t>
      </w:r>
      <w:r w:rsidR="00E85D44" w:rsidRPr="002B0134">
        <w:rPr>
          <w:lang w:eastAsia="cs-CZ"/>
        </w:rPr>
        <w:t xml:space="preserve"> </w:t>
      </w:r>
      <w:r w:rsidR="00B87D91" w:rsidRPr="002B0134">
        <w:rPr>
          <w:lang w:eastAsia="cs-CZ"/>
        </w:rPr>
        <w:t>V</w:t>
      </w:r>
      <w:r w:rsidR="00E85D44" w:rsidRPr="002B0134">
        <w:rPr>
          <w:lang w:eastAsia="cs-CZ"/>
        </w:rPr>
        <w:t>ýzvy k podání nabídky v</w:t>
      </w:r>
      <w:r w:rsidR="00EC74E9">
        <w:rPr>
          <w:lang w:eastAsia="cs-CZ"/>
        </w:rPr>
        <w:t xml:space="preserve"> minimální</w:t>
      </w:r>
      <w:r w:rsidR="00E85D44" w:rsidRPr="002B0134">
        <w:rPr>
          <w:lang w:eastAsia="cs-CZ"/>
        </w:rPr>
        <w:t xml:space="preserve"> hodnotě </w:t>
      </w:r>
      <w:r w:rsidR="002B0134" w:rsidRPr="002B0134">
        <w:rPr>
          <w:lang w:eastAsia="cs-CZ"/>
        </w:rPr>
        <w:t>900 000,-</w:t>
      </w:r>
      <w:r w:rsidR="00E85D44" w:rsidRPr="002B0134">
        <w:rPr>
          <w:lang w:eastAsia="cs-CZ"/>
        </w:rPr>
        <w:t xml:space="preserve"> Kč bez DPH</w:t>
      </w:r>
      <w:r w:rsidR="00EB5AE4">
        <w:rPr>
          <w:lang w:eastAsia="cs-CZ"/>
        </w:rPr>
        <w:t xml:space="preserve"> </w:t>
      </w:r>
      <w:r w:rsidR="00EC74E9">
        <w:rPr>
          <w:lang w:eastAsia="cs-CZ"/>
        </w:rPr>
        <w:t xml:space="preserve">v součtu </w:t>
      </w:r>
      <w:r w:rsidR="00EB5AE4">
        <w:rPr>
          <w:lang w:eastAsia="cs-CZ"/>
        </w:rPr>
        <w:t xml:space="preserve">za </w:t>
      </w:r>
      <w:r w:rsidR="00EC74E9">
        <w:rPr>
          <w:lang w:eastAsia="cs-CZ"/>
        </w:rPr>
        <w:t>všechny tyto služby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09A7D6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2F90EB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8330A39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2B0134" w:rsidRDefault="00E85D44" w:rsidP="002B0134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2B0134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0C9AA001" w:rsidR="00E85D44" w:rsidRDefault="00E85D44" w:rsidP="002B013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</w:t>
            </w:r>
            <w:r w:rsidR="002B0134">
              <w:rPr>
                <w:rStyle w:val="Siln"/>
              </w:rPr>
              <w:br/>
            </w:r>
            <w:r w:rsidRPr="00471B29">
              <w:rPr>
                <w:rStyle w:val="Siln"/>
              </w:rPr>
              <w:t xml:space="preserve">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B0134" w14:paraId="646A51FA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C04831" w14:textId="77777777" w:rsidR="002B0134" w:rsidRDefault="002B013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89E3873" w14:textId="77777777" w:rsidR="002B0134" w:rsidRDefault="002B013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8E8538C" w14:textId="77777777" w:rsidR="002B0134" w:rsidRDefault="002B013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C513" w14:textId="77777777" w:rsidR="002B0134" w:rsidRDefault="002B013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60DD5A1" w:rsidR="00F44645" w:rsidRDefault="00EB5AE4" w:rsidP="00F44645">
      <w:pPr>
        <w:pStyle w:val="Nadpis2"/>
      </w:pPr>
      <w:bookmarkStart w:id="7" w:name="_Toc181260288"/>
      <w:r>
        <w:t>Čestné prohlášení o realizaci referenčních zakázek</w:t>
      </w:r>
      <w:bookmarkEnd w:id="7"/>
    </w:p>
    <w:p w14:paraId="68734C23" w14:textId="77777777" w:rsidR="00EB5AE4" w:rsidRDefault="00EB5AE4" w:rsidP="00EB5AE4"/>
    <w:p w14:paraId="798DB339" w14:textId="443944C7" w:rsidR="00EB5AE4" w:rsidRDefault="00EB5AE4" w:rsidP="00EB5AE4">
      <w:r w:rsidRPr="00EB5AE4">
        <w:t xml:space="preserve">Účastník, který podává tuto nabídku, tímto čestně prohlašuje, že za poslední 3 roky před zahájením výběrového řízení poskytoval nad rámec služeb dle Kapitoly 7 tohoto krycího listu následující významné služby definované v čl. 17.2.2 Výzvy k podání nabídky v minimální hodnotě </w:t>
      </w:r>
      <w:r w:rsidR="004C4379">
        <w:t>10</w:t>
      </w:r>
      <w:r w:rsidRPr="00EB5AE4">
        <w:t>0 000,- Kč bez DPH za každou takovou službu.</w:t>
      </w:r>
    </w:p>
    <w:p w14:paraId="468F8B1C" w14:textId="77777777" w:rsidR="00EB5AE4" w:rsidRDefault="00EB5AE4" w:rsidP="00EB5AE4"/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B5AE4" w14:paraId="0D859F18" w14:textId="77777777" w:rsidTr="00050F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D70CC75" w14:textId="1F96DBBC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</w:t>
            </w:r>
            <w:r w:rsidR="004C4379">
              <w:rPr>
                <w:rStyle w:val="Siln"/>
              </w:rPr>
              <w:t>y</w:t>
            </w:r>
          </w:p>
          <w:p w14:paraId="6B60AD2C" w14:textId="77777777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  <w:vAlign w:val="center"/>
          </w:tcPr>
          <w:p w14:paraId="76E056CF" w14:textId="7A2D1830" w:rsidR="00EB5AE4" w:rsidRDefault="00EB5AE4" w:rsidP="00050F53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71B29">
              <w:rPr>
                <w:rStyle w:val="Siln"/>
              </w:rPr>
              <w:t>Předmět plnění významné služby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vAlign w:val="center"/>
            <w:hideMark/>
          </w:tcPr>
          <w:p w14:paraId="176F3DB6" w14:textId="77183EED" w:rsidR="00EB5AE4" w:rsidRPr="00471B29" w:rsidRDefault="00EB5AE4" w:rsidP="00050F53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9F21FF" w14:textId="77777777" w:rsidR="00EB5AE4" w:rsidRPr="00672D05" w:rsidRDefault="00EB5AE4" w:rsidP="00050F53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672D05">
              <w:rPr>
                <w:rStyle w:val="Siln"/>
                <w:b/>
                <w:bCs w:val="0"/>
              </w:rPr>
              <w:t xml:space="preserve">Doba realizace </w:t>
            </w:r>
          </w:p>
          <w:p w14:paraId="70E7F3EC" w14:textId="77777777" w:rsidR="00EB5AE4" w:rsidRPr="00672D05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72D05">
              <w:rPr>
                <w:rStyle w:val="Siln"/>
              </w:rPr>
              <w:t>(datum od-do, v rámci 3 kalendářních let nazpět před zahájením výběrového řízení)</w:t>
            </w:r>
          </w:p>
        </w:tc>
      </w:tr>
      <w:tr w:rsidR="00EB5AE4" w14:paraId="09CE5BDD" w14:textId="77777777" w:rsidTr="00050F5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352705" w14:textId="77777777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6D9B6" w14:textId="77777777" w:rsidR="00EB5AE4" w:rsidRDefault="00EB5AE4" w:rsidP="00050F53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7AEE5D" w14:textId="77777777" w:rsidR="00EB5AE4" w:rsidRDefault="00EB5AE4" w:rsidP="00050F53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17380F" w14:textId="77777777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5AE4" w14:paraId="74BA6F58" w14:textId="77777777" w:rsidTr="00050F5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6DA8B" w14:textId="77777777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AD53F" w14:textId="77777777" w:rsidR="00EB5AE4" w:rsidRDefault="00EB5AE4" w:rsidP="00050F53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3A80D" w14:textId="77777777" w:rsidR="00EB5AE4" w:rsidRDefault="00EB5AE4" w:rsidP="00050F53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2F695" w14:textId="77777777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5AE4" w14:paraId="7ED79327" w14:textId="77777777" w:rsidTr="00050F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F4E6C2B" w14:textId="77777777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E98885B" w14:textId="77777777" w:rsidR="00EB5AE4" w:rsidRDefault="00EB5AE4" w:rsidP="00050F53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409FC" w14:textId="77777777" w:rsidR="00EB5AE4" w:rsidRDefault="00EB5AE4" w:rsidP="00050F53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FFD5C" w14:textId="77777777" w:rsidR="00EB5AE4" w:rsidRDefault="00EB5AE4" w:rsidP="00050F53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B237D3E" w14:textId="77777777" w:rsidR="00EB5AE4" w:rsidRPr="00EB5AE4" w:rsidRDefault="00EB5AE4" w:rsidP="00EB5AE4"/>
    <w:p w14:paraId="50D9545B" w14:textId="77777777" w:rsidR="00EB5AE4" w:rsidRDefault="00EB5AE4" w:rsidP="00A134A1">
      <w:pPr>
        <w:spacing w:before="1200"/>
        <w:rPr>
          <w:lang w:eastAsia="cs-CZ"/>
        </w:rPr>
      </w:pPr>
    </w:p>
    <w:p w14:paraId="7D0DFB84" w14:textId="77777777" w:rsidR="00EB5AE4" w:rsidRDefault="00EB5AE4" w:rsidP="00A134A1">
      <w:pPr>
        <w:spacing w:before="1200"/>
        <w:rPr>
          <w:lang w:eastAsia="cs-CZ"/>
        </w:rPr>
      </w:pPr>
    </w:p>
    <w:p w14:paraId="5FF1A0D3" w14:textId="77777777" w:rsidR="00FC10C9" w:rsidRDefault="00FC10C9" w:rsidP="00A134A1">
      <w:pPr>
        <w:spacing w:before="1200"/>
        <w:rPr>
          <w:lang w:eastAsia="cs-CZ"/>
        </w:rPr>
      </w:pPr>
    </w:p>
    <w:p w14:paraId="18AA25AA" w14:textId="77777777" w:rsidR="00EB5AE4" w:rsidRDefault="00EB5AE4" w:rsidP="00A134A1">
      <w:pPr>
        <w:spacing w:before="1200"/>
        <w:rPr>
          <w:lang w:eastAsia="cs-CZ"/>
        </w:rPr>
      </w:pPr>
    </w:p>
    <w:p w14:paraId="3905CFE9" w14:textId="0A22D422" w:rsidR="00EB5AE4" w:rsidRDefault="00FC10C9" w:rsidP="00FC10C9">
      <w:pPr>
        <w:pStyle w:val="Nadpis2"/>
        <w:rPr>
          <w:lang w:eastAsia="cs-CZ"/>
        </w:rPr>
      </w:pPr>
      <w:bookmarkStart w:id="8" w:name="_Toc181260289"/>
      <w:r>
        <w:rPr>
          <w:lang w:eastAsia="cs-CZ"/>
        </w:rPr>
        <w:t>Seznam osob</w:t>
      </w:r>
      <w:bookmarkEnd w:id="8"/>
    </w:p>
    <w:p w14:paraId="6C17CFE5" w14:textId="77777777" w:rsidR="00FC10C9" w:rsidRDefault="00FC10C9" w:rsidP="00FC10C9">
      <w:pPr>
        <w:rPr>
          <w:lang w:eastAsia="cs-CZ"/>
        </w:rPr>
      </w:pPr>
    </w:p>
    <w:p w14:paraId="6255777C" w14:textId="77777777" w:rsidR="00FC10C9" w:rsidRDefault="00FC10C9" w:rsidP="00FC10C9">
      <w:pPr>
        <w:rPr>
          <w:lang w:eastAsia="cs-CZ"/>
        </w:rPr>
      </w:pPr>
    </w:p>
    <w:p w14:paraId="130E73A4" w14:textId="77777777" w:rsidR="00FC10C9" w:rsidRDefault="00FC10C9" w:rsidP="00FC10C9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</w:t>
      </w:r>
      <w:r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C10C9" w:rsidRPr="004E4BF4" w14:paraId="0EA01A6E" w14:textId="77777777" w:rsidTr="007C4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C77098F" w14:textId="77777777" w:rsidR="00FC10C9" w:rsidRPr="004E4BF4" w:rsidRDefault="00FC10C9" w:rsidP="007C45ED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4E4BF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0" w:type="dxa"/>
            <w:shd w:val="clear" w:color="auto" w:fill="auto"/>
          </w:tcPr>
          <w:p w14:paraId="6DB68884" w14:textId="77777777" w:rsidR="00FC10C9" w:rsidRPr="004E4BF4" w:rsidRDefault="00FC10C9" w:rsidP="007C4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4E4BF4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C10C9" w:rsidRPr="004E4BF4" w14:paraId="07B8FB79" w14:textId="77777777" w:rsidTr="007C4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F22A5C9" w14:textId="77777777" w:rsidR="00FC10C9" w:rsidRPr="004E4BF4" w:rsidRDefault="00FC10C9" w:rsidP="007C45ED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50" w:type="dxa"/>
            <w:shd w:val="clear" w:color="auto" w:fill="auto"/>
          </w:tcPr>
          <w:p w14:paraId="5F3ECFDB" w14:textId="77777777" w:rsidR="00FC10C9" w:rsidRPr="004E4BF4" w:rsidRDefault="00FC10C9" w:rsidP="007C4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C10C9" w:rsidRPr="004E4BF4" w14:paraId="0044D245" w14:textId="77777777" w:rsidTr="007C4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5E940E8C" w14:textId="77777777" w:rsidR="00FC10C9" w:rsidRPr="004E4BF4" w:rsidRDefault="00FC10C9" w:rsidP="007C45ED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50" w:type="dxa"/>
          </w:tcPr>
          <w:p w14:paraId="70FEF689" w14:textId="77777777" w:rsidR="00FC10C9" w:rsidRPr="004E4BF4" w:rsidRDefault="00FC10C9" w:rsidP="007C4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C10C9" w14:paraId="0004EA87" w14:textId="77777777" w:rsidTr="007C4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6B435524" w14:textId="77777777" w:rsidR="00FC10C9" w:rsidRPr="004E4BF4" w:rsidRDefault="00FC10C9" w:rsidP="007C45ED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50" w:type="dxa"/>
          </w:tcPr>
          <w:p w14:paraId="11262923" w14:textId="77777777" w:rsidR="00FC10C9" w:rsidRPr="004E4BF4" w:rsidRDefault="00FC10C9" w:rsidP="007C4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C10C9" w14:paraId="12066724" w14:textId="77777777" w:rsidTr="007C4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7A5E31B" w14:textId="77777777" w:rsidR="00FC10C9" w:rsidRPr="004E4BF4" w:rsidRDefault="00FC10C9" w:rsidP="007C45ED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lang w:eastAsia="cs-CZ"/>
              </w:rPr>
              <w:t xml:space="preserve">Pozn. V případě, že dodavatel uvede více členů realizačního týmu, upraví dodavatel tabulku dle potřeby.  V případě uvedení více členů na pozici lektor, bude do sloupce </w:t>
            </w:r>
            <w:r w:rsidRPr="004E4BF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  <w:r w:rsidRPr="004E4BF4">
              <w:rPr>
                <w:rFonts w:eastAsia="Times New Roman" w:cs="Times New Roman"/>
                <w:lang w:eastAsia="cs-CZ"/>
              </w:rPr>
              <w:t xml:space="preserve"> uvedeno jen</w:t>
            </w:r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4E4BF4">
              <w:rPr>
                <w:rFonts w:eastAsia="Times New Roman" w:cs="Times New Roman"/>
                <w:lang w:eastAsia="cs-CZ"/>
              </w:rPr>
              <w:t>„Lektor“. Tento a další dodavatelem přidaní členové již nejsou předmětem hodnocení.</w:t>
            </w:r>
          </w:p>
        </w:tc>
      </w:tr>
      <w:tr w:rsidR="00FC10C9" w14:paraId="5DA989FA" w14:textId="77777777" w:rsidTr="007C4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1AAF99BC" w14:textId="77777777" w:rsidR="00FC10C9" w:rsidRDefault="00FC10C9" w:rsidP="007C45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4C1F1D00" w14:textId="77777777" w:rsidR="00FC10C9" w:rsidRPr="004E4BF4" w:rsidRDefault="00FC10C9" w:rsidP="00FC10C9">
      <w:pPr>
        <w:rPr>
          <w:b/>
          <w:bCs/>
          <w:lang w:eastAsia="cs-CZ"/>
        </w:rPr>
      </w:pPr>
      <w:r w:rsidRPr="004E4BF4">
        <w:rPr>
          <w:b/>
          <w:bCs/>
          <w:lang w:eastAsia="cs-CZ"/>
        </w:rPr>
        <w:t>Přílohy:</w:t>
      </w:r>
    </w:p>
    <w:p w14:paraId="60A87964" w14:textId="77777777" w:rsidR="00FC10C9" w:rsidRPr="004E4BF4" w:rsidRDefault="00FC10C9" w:rsidP="00FC10C9">
      <w:pPr>
        <w:rPr>
          <w:lang w:eastAsia="cs-CZ"/>
        </w:rPr>
      </w:pPr>
      <w:r w:rsidRPr="004E4BF4">
        <w:rPr>
          <w:lang w:eastAsia="cs-CZ"/>
        </w:rPr>
        <w:t xml:space="preserve">Životopis lektora </w:t>
      </w:r>
      <w:r w:rsidRPr="004E4BF4">
        <w:rPr>
          <w:highlight w:val="green"/>
          <w:lang w:eastAsia="cs-CZ"/>
        </w:rPr>
        <w:t>(doplní dodavatel)</w:t>
      </w:r>
    </w:p>
    <w:p w14:paraId="3A45DCDA" w14:textId="77777777" w:rsidR="00FC10C9" w:rsidRPr="004E4BF4" w:rsidRDefault="00FC10C9" w:rsidP="00FC10C9">
      <w:pPr>
        <w:rPr>
          <w:lang w:eastAsia="cs-CZ"/>
        </w:rPr>
      </w:pPr>
      <w:r w:rsidRPr="004E4BF4">
        <w:rPr>
          <w:lang w:eastAsia="cs-CZ"/>
        </w:rPr>
        <w:t xml:space="preserve">Životopis lektora </w:t>
      </w:r>
      <w:r w:rsidRPr="004E4BF4">
        <w:rPr>
          <w:highlight w:val="green"/>
          <w:lang w:eastAsia="cs-CZ"/>
        </w:rPr>
        <w:t>(doplní dodavatel)</w:t>
      </w:r>
    </w:p>
    <w:p w14:paraId="253663C6" w14:textId="77777777" w:rsidR="00FC10C9" w:rsidRPr="004E4BF4" w:rsidRDefault="00FC10C9" w:rsidP="00FC10C9">
      <w:pPr>
        <w:rPr>
          <w:lang w:eastAsia="cs-CZ"/>
        </w:rPr>
      </w:pPr>
      <w:r w:rsidRPr="004E4BF4">
        <w:rPr>
          <w:lang w:eastAsia="cs-CZ"/>
        </w:rPr>
        <w:t xml:space="preserve">Životopis lektora </w:t>
      </w:r>
      <w:r w:rsidRPr="004E4BF4">
        <w:rPr>
          <w:highlight w:val="green"/>
          <w:lang w:eastAsia="cs-CZ"/>
        </w:rPr>
        <w:t>(doplní dodavatel)</w:t>
      </w:r>
    </w:p>
    <w:p w14:paraId="3C35BDD6" w14:textId="77777777" w:rsidR="00FC10C9" w:rsidRDefault="00FC10C9" w:rsidP="00FC10C9">
      <w:pPr>
        <w:rPr>
          <w:lang w:eastAsia="cs-CZ"/>
        </w:rPr>
      </w:pPr>
    </w:p>
    <w:p w14:paraId="1B786526" w14:textId="77777777" w:rsidR="00FC10C9" w:rsidRDefault="00FC10C9" w:rsidP="00FC10C9">
      <w:pPr>
        <w:rPr>
          <w:lang w:eastAsia="cs-CZ"/>
        </w:rPr>
      </w:pPr>
    </w:p>
    <w:p w14:paraId="7CA99747" w14:textId="77777777" w:rsidR="00FC10C9" w:rsidRDefault="00FC10C9" w:rsidP="00FC10C9">
      <w:pPr>
        <w:rPr>
          <w:lang w:eastAsia="cs-CZ"/>
        </w:rPr>
      </w:pPr>
    </w:p>
    <w:p w14:paraId="306D731D" w14:textId="77777777" w:rsidR="00FC10C9" w:rsidRDefault="00FC10C9" w:rsidP="00FC10C9">
      <w:pPr>
        <w:rPr>
          <w:lang w:eastAsia="cs-CZ"/>
        </w:rPr>
      </w:pPr>
    </w:p>
    <w:p w14:paraId="1CC25EE3" w14:textId="77777777" w:rsidR="00FC10C9" w:rsidRDefault="00FC10C9" w:rsidP="00FC10C9">
      <w:pPr>
        <w:rPr>
          <w:lang w:eastAsia="cs-CZ"/>
        </w:rPr>
      </w:pPr>
    </w:p>
    <w:p w14:paraId="247148E4" w14:textId="77777777" w:rsidR="00FC10C9" w:rsidRDefault="00FC10C9" w:rsidP="00FC10C9">
      <w:pPr>
        <w:rPr>
          <w:lang w:eastAsia="cs-CZ"/>
        </w:rPr>
      </w:pPr>
    </w:p>
    <w:p w14:paraId="6B098384" w14:textId="77777777" w:rsidR="00FC10C9" w:rsidRDefault="00FC10C9" w:rsidP="00FC10C9">
      <w:pPr>
        <w:rPr>
          <w:lang w:eastAsia="cs-CZ"/>
        </w:rPr>
      </w:pPr>
    </w:p>
    <w:p w14:paraId="210E10F4" w14:textId="77777777" w:rsidR="00FC10C9" w:rsidRDefault="00FC10C9" w:rsidP="00FC10C9">
      <w:pPr>
        <w:rPr>
          <w:lang w:eastAsia="cs-CZ"/>
        </w:rPr>
      </w:pPr>
    </w:p>
    <w:p w14:paraId="134564ED" w14:textId="77777777" w:rsidR="00FC10C9" w:rsidRDefault="00FC10C9" w:rsidP="00FC10C9">
      <w:pPr>
        <w:rPr>
          <w:lang w:eastAsia="cs-CZ"/>
        </w:rPr>
      </w:pPr>
    </w:p>
    <w:p w14:paraId="1C11F8B9" w14:textId="77777777" w:rsidR="00FC10C9" w:rsidRDefault="00FC10C9" w:rsidP="00FC10C9">
      <w:pPr>
        <w:rPr>
          <w:lang w:eastAsia="cs-CZ"/>
        </w:rPr>
      </w:pPr>
    </w:p>
    <w:p w14:paraId="7B94918C" w14:textId="77777777" w:rsidR="00FC10C9" w:rsidRDefault="00FC10C9" w:rsidP="00FC10C9">
      <w:pPr>
        <w:rPr>
          <w:lang w:eastAsia="cs-CZ"/>
        </w:rPr>
      </w:pPr>
    </w:p>
    <w:p w14:paraId="6808B7CC" w14:textId="77777777" w:rsidR="00FC10C9" w:rsidRDefault="00FC10C9" w:rsidP="00FC10C9">
      <w:pPr>
        <w:rPr>
          <w:lang w:eastAsia="cs-CZ"/>
        </w:rPr>
      </w:pPr>
    </w:p>
    <w:p w14:paraId="16F639F9" w14:textId="77777777" w:rsidR="00FC10C9" w:rsidRDefault="00FC10C9" w:rsidP="00FC10C9">
      <w:pPr>
        <w:rPr>
          <w:lang w:eastAsia="cs-CZ"/>
        </w:rPr>
      </w:pPr>
    </w:p>
    <w:p w14:paraId="3FFBD193" w14:textId="77777777" w:rsidR="00FC10C9" w:rsidRDefault="00FC10C9" w:rsidP="00FC10C9">
      <w:pPr>
        <w:rPr>
          <w:lang w:eastAsia="cs-CZ"/>
        </w:rPr>
      </w:pPr>
    </w:p>
    <w:p w14:paraId="36BF0E21" w14:textId="77777777" w:rsidR="00FC10C9" w:rsidRPr="00FC10C9" w:rsidRDefault="00FC10C9" w:rsidP="00FC10C9">
      <w:pPr>
        <w:rPr>
          <w:lang w:eastAsia="cs-CZ"/>
        </w:rPr>
      </w:pPr>
    </w:p>
    <w:p w14:paraId="0B34B067" w14:textId="5273A174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D0FAA" w14:textId="77777777" w:rsidR="00A93386" w:rsidRDefault="00A93386" w:rsidP="00962258">
      <w:pPr>
        <w:spacing w:after="0" w:line="240" w:lineRule="auto"/>
      </w:pPr>
      <w:r>
        <w:separator/>
      </w:r>
    </w:p>
  </w:endnote>
  <w:endnote w:type="continuationSeparator" w:id="0">
    <w:p w14:paraId="444D180B" w14:textId="77777777" w:rsidR="00A93386" w:rsidRDefault="00A933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05776" w14:textId="77777777" w:rsidR="00A93386" w:rsidRDefault="00A93386" w:rsidP="00962258">
      <w:pPr>
        <w:spacing w:after="0" w:line="240" w:lineRule="auto"/>
      </w:pPr>
      <w:r>
        <w:separator/>
      </w:r>
    </w:p>
  </w:footnote>
  <w:footnote w:type="continuationSeparator" w:id="0">
    <w:p w14:paraId="2635C259" w14:textId="77777777" w:rsidR="00A93386" w:rsidRDefault="00A93386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47477">
    <w:abstractNumId w:val="3"/>
  </w:num>
  <w:num w:numId="2" w16cid:durableId="1840997873">
    <w:abstractNumId w:val="1"/>
  </w:num>
  <w:num w:numId="3" w16cid:durableId="12589086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4187882">
    <w:abstractNumId w:val="12"/>
  </w:num>
  <w:num w:numId="5" w16cid:durableId="1951466965">
    <w:abstractNumId w:val="5"/>
  </w:num>
  <w:num w:numId="6" w16cid:durableId="865367886">
    <w:abstractNumId w:val="7"/>
  </w:num>
  <w:num w:numId="7" w16cid:durableId="583223945">
    <w:abstractNumId w:val="0"/>
  </w:num>
  <w:num w:numId="8" w16cid:durableId="1348631284">
    <w:abstractNumId w:val="8"/>
  </w:num>
  <w:num w:numId="9" w16cid:durableId="8416289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5172840">
    <w:abstractNumId w:val="7"/>
  </w:num>
  <w:num w:numId="11" w16cid:durableId="1850027679">
    <w:abstractNumId w:val="1"/>
  </w:num>
  <w:num w:numId="12" w16cid:durableId="1977024996">
    <w:abstractNumId w:val="7"/>
  </w:num>
  <w:num w:numId="13" w16cid:durableId="2014599968">
    <w:abstractNumId w:val="7"/>
  </w:num>
  <w:num w:numId="14" w16cid:durableId="2092462269">
    <w:abstractNumId w:val="7"/>
  </w:num>
  <w:num w:numId="15" w16cid:durableId="1886406406">
    <w:abstractNumId w:val="7"/>
  </w:num>
  <w:num w:numId="16" w16cid:durableId="182206304">
    <w:abstractNumId w:val="13"/>
  </w:num>
  <w:num w:numId="17" w16cid:durableId="1972980462">
    <w:abstractNumId w:val="3"/>
  </w:num>
  <w:num w:numId="18" w16cid:durableId="235601967">
    <w:abstractNumId w:val="13"/>
  </w:num>
  <w:num w:numId="19" w16cid:durableId="1047870610">
    <w:abstractNumId w:val="13"/>
  </w:num>
  <w:num w:numId="20" w16cid:durableId="1143346727">
    <w:abstractNumId w:val="13"/>
  </w:num>
  <w:num w:numId="21" w16cid:durableId="1772582959">
    <w:abstractNumId w:val="13"/>
  </w:num>
  <w:num w:numId="22" w16cid:durableId="1296788996">
    <w:abstractNumId w:val="7"/>
  </w:num>
  <w:num w:numId="23" w16cid:durableId="1567255229">
    <w:abstractNumId w:val="1"/>
  </w:num>
  <w:num w:numId="24" w16cid:durableId="1501121847">
    <w:abstractNumId w:val="7"/>
  </w:num>
  <w:num w:numId="25" w16cid:durableId="1133476553">
    <w:abstractNumId w:val="7"/>
  </w:num>
  <w:num w:numId="26" w16cid:durableId="1810707657">
    <w:abstractNumId w:val="7"/>
  </w:num>
  <w:num w:numId="27" w16cid:durableId="400754059">
    <w:abstractNumId w:val="7"/>
  </w:num>
  <w:num w:numId="28" w16cid:durableId="546379345">
    <w:abstractNumId w:val="13"/>
  </w:num>
  <w:num w:numId="29" w16cid:durableId="12346708">
    <w:abstractNumId w:val="3"/>
  </w:num>
  <w:num w:numId="30" w16cid:durableId="1597135749">
    <w:abstractNumId w:val="13"/>
  </w:num>
  <w:num w:numId="31" w16cid:durableId="1456364724">
    <w:abstractNumId w:val="13"/>
  </w:num>
  <w:num w:numId="32" w16cid:durableId="959142322">
    <w:abstractNumId w:val="13"/>
  </w:num>
  <w:num w:numId="33" w16cid:durableId="11151885">
    <w:abstractNumId w:val="13"/>
  </w:num>
  <w:num w:numId="34" w16cid:durableId="1820271656">
    <w:abstractNumId w:val="4"/>
  </w:num>
  <w:num w:numId="35" w16cid:durableId="1987930998">
    <w:abstractNumId w:val="15"/>
  </w:num>
  <w:num w:numId="36" w16cid:durableId="1982609546">
    <w:abstractNumId w:val="2"/>
  </w:num>
  <w:num w:numId="37" w16cid:durableId="2024016762">
    <w:abstractNumId w:val="14"/>
  </w:num>
  <w:num w:numId="38" w16cid:durableId="1629895114">
    <w:abstractNumId w:val="6"/>
  </w:num>
  <w:num w:numId="39" w16cid:durableId="587807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2142901">
    <w:abstractNumId w:val="10"/>
  </w:num>
  <w:num w:numId="41" w16cid:durableId="35586528">
    <w:abstractNumId w:val="11"/>
  </w:num>
  <w:num w:numId="42" w16cid:durableId="1007443993">
    <w:abstractNumId w:val="11"/>
  </w:num>
  <w:num w:numId="43" w16cid:durableId="157130465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2624765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8941728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34E0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B0134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2739D"/>
    <w:rsid w:val="00341DCF"/>
    <w:rsid w:val="00354C5C"/>
    <w:rsid w:val="00357BC6"/>
    <w:rsid w:val="0036634F"/>
    <w:rsid w:val="00375D95"/>
    <w:rsid w:val="003948FF"/>
    <w:rsid w:val="003956C6"/>
    <w:rsid w:val="003B596F"/>
    <w:rsid w:val="003D0140"/>
    <w:rsid w:val="003E2FB9"/>
    <w:rsid w:val="00421F7D"/>
    <w:rsid w:val="00425DD4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79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25217"/>
    <w:rsid w:val="00553375"/>
    <w:rsid w:val="00557C28"/>
    <w:rsid w:val="005736B7"/>
    <w:rsid w:val="00575E5A"/>
    <w:rsid w:val="005930C5"/>
    <w:rsid w:val="0059762B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120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94401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B7FC8"/>
    <w:rsid w:val="008C361F"/>
    <w:rsid w:val="008D03B9"/>
    <w:rsid w:val="008E75F6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79D4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6CD0"/>
    <w:rsid w:val="00A6177B"/>
    <w:rsid w:val="00A63D48"/>
    <w:rsid w:val="00A66136"/>
    <w:rsid w:val="00A92E7F"/>
    <w:rsid w:val="00A93386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617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5000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B5AE4"/>
    <w:rsid w:val="00EC74E9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B1168"/>
    <w:rsid w:val="00FC10C9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5E8264-6C05-450B-AF42-AA297B060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274</TotalTime>
  <Pages>11</Pages>
  <Words>1494</Words>
  <Characters>8816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44</cp:revision>
  <cp:lastPrinted>2024-07-31T05:58:00Z</cp:lastPrinted>
  <dcterms:created xsi:type="dcterms:W3CDTF">2023-08-21T11:49:00Z</dcterms:created>
  <dcterms:modified xsi:type="dcterms:W3CDTF">2024-11-14T16:40:00Z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